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0B" w:rsidRDefault="00AC560B" w:rsidP="00122D5E">
      <w:pPr>
        <w:jc w:val="center"/>
        <w:rPr>
          <w:rFonts w:ascii="Arial" w:hAnsi="Arial" w:cs="Arial"/>
          <w:b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Протокол</w:t>
      </w:r>
    </w:p>
    <w:p w:rsidR="00AC560B" w:rsidRPr="00550ADA" w:rsidRDefault="00AC560B" w:rsidP="00122D5E">
      <w:pPr>
        <w:jc w:val="center"/>
        <w:rPr>
          <w:rFonts w:ascii="Arial" w:hAnsi="Arial" w:cs="Arial"/>
          <w:b/>
          <w:sz w:val="28"/>
          <w:szCs w:val="28"/>
        </w:rPr>
      </w:pPr>
    </w:p>
    <w:p w:rsidR="00AC560B" w:rsidRPr="00550ADA" w:rsidRDefault="00AC560B" w:rsidP="00550ADA">
      <w:pPr>
        <w:tabs>
          <w:tab w:val="left" w:pos="1680"/>
        </w:tabs>
        <w:ind w:firstLine="284"/>
        <w:jc w:val="center"/>
        <w:rPr>
          <w:rFonts w:ascii="Arial" w:hAnsi="Arial" w:cs="Arial"/>
        </w:rPr>
      </w:pPr>
      <w:r w:rsidRPr="00550ADA">
        <w:rPr>
          <w:rFonts w:ascii="Arial" w:hAnsi="Arial" w:cs="Arial"/>
        </w:rPr>
        <w:t xml:space="preserve">проведения публичных слушаний по проекту решения «Об утверждении Правил благоустройства, обеспечения чистоты и порядка на территории </w:t>
      </w:r>
      <w:r>
        <w:rPr>
          <w:rFonts w:ascii="Arial" w:hAnsi="Arial" w:cs="Arial"/>
        </w:rPr>
        <w:t xml:space="preserve">Суводского </w:t>
      </w:r>
      <w:r w:rsidRPr="00550ADA">
        <w:rPr>
          <w:rFonts w:ascii="Arial" w:hAnsi="Arial" w:cs="Arial"/>
        </w:rPr>
        <w:t>сельского поселения Дубовского муниципального района Волгоградской области</w:t>
      </w:r>
    </w:p>
    <w:p w:rsidR="00AC560B" w:rsidRPr="00550ADA" w:rsidRDefault="00AC560B" w:rsidP="00122D5E">
      <w:pPr>
        <w:jc w:val="center"/>
        <w:rPr>
          <w:rFonts w:ascii="Arial" w:hAnsi="Arial" w:cs="Arial"/>
          <w:b/>
          <w:sz w:val="28"/>
          <w:szCs w:val="28"/>
        </w:rPr>
      </w:pPr>
    </w:p>
    <w:p w:rsidR="00AC560B" w:rsidRPr="00550ADA" w:rsidRDefault="00AC560B" w:rsidP="00122D5E">
      <w:pPr>
        <w:jc w:val="center"/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 xml:space="preserve">от  03 октября  2017  г                                  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50ADA">
        <w:rPr>
          <w:rFonts w:ascii="Arial" w:hAnsi="Arial" w:cs="Arial"/>
          <w:sz w:val="28"/>
          <w:szCs w:val="28"/>
        </w:rPr>
        <w:t>№ 0</w:t>
      </w:r>
      <w:r>
        <w:rPr>
          <w:rFonts w:ascii="Arial" w:hAnsi="Arial" w:cs="Arial"/>
          <w:sz w:val="28"/>
          <w:szCs w:val="28"/>
        </w:rPr>
        <w:t>4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ст.Суводская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>присутствовали:  1</w:t>
      </w:r>
      <w:r>
        <w:rPr>
          <w:rFonts w:ascii="Arial" w:hAnsi="Arial" w:cs="Arial"/>
          <w:sz w:val="28"/>
          <w:szCs w:val="28"/>
        </w:rPr>
        <w:t>5</w:t>
      </w:r>
      <w:r w:rsidRPr="00550ADA">
        <w:rPr>
          <w:rFonts w:ascii="Arial" w:hAnsi="Arial" w:cs="Arial"/>
          <w:sz w:val="28"/>
          <w:szCs w:val="28"/>
        </w:rPr>
        <w:t xml:space="preserve"> чел.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ПОВЕСТКА ДНЯ</w:t>
      </w:r>
      <w:r w:rsidRPr="00550ADA">
        <w:rPr>
          <w:rFonts w:ascii="Arial" w:hAnsi="Arial" w:cs="Arial"/>
          <w:sz w:val="28"/>
          <w:szCs w:val="28"/>
        </w:rPr>
        <w:t xml:space="preserve"> :</w:t>
      </w:r>
    </w:p>
    <w:p w:rsidR="00AC560B" w:rsidRPr="00550ADA" w:rsidRDefault="00AC560B" w:rsidP="00550ADA">
      <w:pPr>
        <w:tabs>
          <w:tab w:val="left" w:pos="1680"/>
        </w:tabs>
        <w:ind w:firstLine="284"/>
        <w:rPr>
          <w:rFonts w:ascii="Arial" w:hAnsi="Arial" w:cs="Arial"/>
        </w:rPr>
      </w:pPr>
      <w:r w:rsidRPr="00550ADA">
        <w:rPr>
          <w:rFonts w:ascii="Arial" w:hAnsi="Arial" w:cs="Arial"/>
          <w:sz w:val="28"/>
          <w:szCs w:val="28"/>
        </w:rPr>
        <w:t xml:space="preserve">1. </w:t>
      </w:r>
      <w:r w:rsidRPr="00550ADA">
        <w:rPr>
          <w:rFonts w:ascii="Arial" w:hAnsi="Arial" w:cs="Arial"/>
        </w:rPr>
        <w:t xml:space="preserve">Об утверждении Правил благоустройства, обеспечения чистоты и порядка на территории </w:t>
      </w:r>
      <w:r>
        <w:rPr>
          <w:rFonts w:ascii="Arial" w:hAnsi="Arial" w:cs="Arial"/>
        </w:rPr>
        <w:t xml:space="preserve">Суводского </w:t>
      </w:r>
      <w:r w:rsidRPr="00550ADA">
        <w:rPr>
          <w:rFonts w:ascii="Arial" w:hAnsi="Arial" w:cs="Arial"/>
        </w:rPr>
        <w:t>сельского поселения Дубовского муниципального района Волгоградской области</w:t>
      </w:r>
    </w:p>
    <w:p w:rsidR="00AC560B" w:rsidRPr="00550ADA" w:rsidRDefault="00AC560B" w:rsidP="00550ADA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СЛУШАЛИ</w:t>
      </w:r>
      <w:r w:rsidRPr="00550ADA">
        <w:rPr>
          <w:rFonts w:ascii="Arial" w:hAnsi="Arial" w:cs="Arial"/>
          <w:sz w:val="28"/>
          <w:szCs w:val="28"/>
        </w:rPr>
        <w:t xml:space="preserve">:  Главу </w:t>
      </w:r>
      <w:r>
        <w:rPr>
          <w:rFonts w:ascii="Arial" w:hAnsi="Arial" w:cs="Arial"/>
          <w:sz w:val="28"/>
          <w:szCs w:val="28"/>
        </w:rPr>
        <w:t xml:space="preserve">Суводского </w:t>
      </w:r>
      <w:r w:rsidRPr="00550ADA">
        <w:rPr>
          <w:rFonts w:ascii="Arial" w:hAnsi="Arial" w:cs="Arial"/>
          <w:sz w:val="28"/>
          <w:szCs w:val="28"/>
        </w:rPr>
        <w:t xml:space="preserve"> сельского поселения </w:t>
      </w:r>
      <w:r>
        <w:rPr>
          <w:rFonts w:ascii="Arial" w:hAnsi="Arial" w:cs="Arial"/>
          <w:sz w:val="28"/>
          <w:szCs w:val="28"/>
        </w:rPr>
        <w:t>Мохова Ю.В.</w:t>
      </w:r>
      <w:r w:rsidRPr="00550ADA">
        <w:rPr>
          <w:rFonts w:ascii="Arial" w:hAnsi="Arial" w:cs="Arial"/>
          <w:sz w:val="28"/>
          <w:szCs w:val="28"/>
        </w:rPr>
        <w:t>.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ВЫСТУПИЛИ</w:t>
      </w:r>
      <w:r w:rsidRPr="00550ADA">
        <w:rPr>
          <w:rFonts w:ascii="Arial" w:hAnsi="Arial" w:cs="Arial"/>
          <w:sz w:val="28"/>
          <w:szCs w:val="28"/>
        </w:rPr>
        <w:t xml:space="preserve">:  </w:t>
      </w:r>
      <w:r>
        <w:rPr>
          <w:rFonts w:ascii="Arial" w:hAnsi="Arial" w:cs="Arial"/>
          <w:sz w:val="28"/>
          <w:szCs w:val="28"/>
        </w:rPr>
        <w:t>Коблова Л.А.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РЕШИЛИ</w:t>
      </w:r>
      <w:r w:rsidRPr="00550ADA">
        <w:rPr>
          <w:rFonts w:ascii="Arial" w:hAnsi="Arial" w:cs="Arial"/>
          <w:sz w:val="28"/>
          <w:szCs w:val="28"/>
        </w:rPr>
        <w:t>: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550ADA">
      <w:pPr>
        <w:tabs>
          <w:tab w:val="left" w:pos="1680"/>
        </w:tabs>
        <w:ind w:firstLine="284"/>
        <w:rPr>
          <w:rFonts w:ascii="Arial" w:hAnsi="Arial" w:cs="Arial"/>
        </w:rPr>
      </w:pPr>
      <w:r w:rsidRPr="00550ADA">
        <w:rPr>
          <w:rFonts w:ascii="Arial" w:hAnsi="Arial" w:cs="Arial"/>
          <w:sz w:val="28"/>
          <w:szCs w:val="28"/>
        </w:rPr>
        <w:t>Одобрить проект решения «</w:t>
      </w:r>
      <w:r w:rsidRPr="00550ADA">
        <w:rPr>
          <w:rFonts w:ascii="Arial" w:hAnsi="Arial" w:cs="Arial"/>
        </w:rPr>
        <w:t xml:space="preserve">Об утверждении Правил благоустройства, обеспечения чистоты и порядка на территории </w:t>
      </w:r>
      <w:r>
        <w:rPr>
          <w:rFonts w:ascii="Arial" w:hAnsi="Arial" w:cs="Arial"/>
        </w:rPr>
        <w:t xml:space="preserve">Суводского </w:t>
      </w:r>
      <w:r w:rsidRPr="00550ADA">
        <w:rPr>
          <w:rFonts w:ascii="Arial" w:hAnsi="Arial" w:cs="Arial"/>
        </w:rPr>
        <w:t>сельского поселения Дубовского муниципального района Волгоградской области</w:t>
      </w:r>
      <w:r w:rsidRPr="00550ADA">
        <w:rPr>
          <w:rFonts w:ascii="Arial" w:hAnsi="Arial" w:cs="Arial"/>
          <w:sz w:val="28"/>
          <w:szCs w:val="28"/>
        </w:rPr>
        <w:t>»;</w:t>
      </w:r>
    </w:p>
    <w:p w:rsidR="00AC560B" w:rsidRPr="00550ADA" w:rsidRDefault="00AC560B" w:rsidP="00122D5E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 xml:space="preserve">Рекомендовать Совету депутатов  </w:t>
      </w:r>
      <w:r>
        <w:rPr>
          <w:rFonts w:ascii="Arial" w:hAnsi="Arial" w:cs="Arial"/>
          <w:sz w:val="28"/>
          <w:szCs w:val="28"/>
        </w:rPr>
        <w:t>Суводского</w:t>
      </w:r>
      <w:r w:rsidRPr="00550ADA">
        <w:rPr>
          <w:rFonts w:ascii="Arial" w:hAnsi="Arial" w:cs="Arial"/>
          <w:sz w:val="28"/>
          <w:szCs w:val="28"/>
        </w:rPr>
        <w:t xml:space="preserve"> сельского поселения</w:t>
      </w:r>
    </w:p>
    <w:p w:rsidR="00AC560B" w:rsidRPr="00550ADA" w:rsidRDefault="00AC560B" w:rsidP="00550ADA">
      <w:pPr>
        <w:tabs>
          <w:tab w:val="left" w:pos="1680"/>
        </w:tabs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>принять Решение «</w:t>
      </w:r>
      <w:r w:rsidRPr="00550ADA">
        <w:rPr>
          <w:rFonts w:ascii="Arial" w:hAnsi="Arial" w:cs="Arial"/>
        </w:rPr>
        <w:t>Об утверждении Правил благоустройства, обеспечения чистоты и порядка на территории</w:t>
      </w:r>
      <w:r>
        <w:rPr>
          <w:rFonts w:ascii="Arial" w:hAnsi="Arial" w:cs="Arial"/>
        </w:rPr>
        <w:t xml:space="preserve"> Суводского</w:t>
      </w:r>
      <w:r w:rsidRPr="00550ADA">
        <w:rPr>
          <w:rFonts w:ascii="Arial" w:hAnsi="Arial" w:cs="Arial"/>
        </w:rPr>
        <w:t xml:space="preserve"> сельского поселения Дубовского муниципального района Волгоградской области</w:t>
      </w:r>
      <w:r w:rsidRPr="00550ADA">
        <w:rPr>
          <w:rFonts w:ascii="Arial" w:hAnsi="Arial" w:cs="Arial"/>
          <w:sz w:val="28"/>
          <w:szCs w:val="28"/>
        </w:rPr>
        <w:t>».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b/>
          <w:sz w:val="28"/>
          <w:szCs w:val="28"/>
        </w:rPr>
        <w:t>ПРОГОЛОСОВАЛИ</w:t>
      </w:r>
      <w:r w:rsidRPr="00550ADA">
        <w:rPr>
          <w:rFonts w:ascii="Arial" w:hAnsi="Arial" w:cs="Arial"/>
          <w:sz w:val="28"/>
          <w:szCs w:val="28"/>
        </w:rPr>
        <w:t xml:space="preserve"> : «за» - 1</w:t>
      </w:r>
      <w:r>
        <w:rPr>
          <w:rFonts w:ascii="Arial" w:hAnsi="Arial" w:cs="Arial"/>
          <w:sz w:val="28"/>
          <w:szCs w:val="28"/>
        </w:rPr>
        <w:t>5</w:t>
      </w:r>
      <w:r w:rsidRPr="00550ADA">
        <w:rPr>
          <w:rFonts w:ascii="Arial" w:hAnsi="Arial" w:cs="Arial"/>
          <w:sz w:val="28"/>
          <w:szCs w:val="28"/>
        </w:rPr>
        <w:t xml:space="preserve"> чел;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 xml:space="preserve">                                         « против» - нет</w:t>
      </w:r>
    </w:p>
    <w:p w:rsidR="00AC560B" w:rsidRPr="00550ADA" w:rsidRDefault="00AC560B" w:rsidP="00122D5E">
      <w:pPr>
        <w:tabs>
          <w:tab w:val="left" w:pos="2370"/>
        </w:tabs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 xml:space="preserve">                                         « воздержались» - нет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>Председатель публичных слушаний:</w:t>
      </w:r>
      <w:r w:rsidRPr="00550ADA">
        <w:rPr>
          <w:rFonts w:ascii="Arial" w:hAnsi="Arial" w:cs="Arial"/>
          <w:sz w:val="28"/>
          <w:szCs w:val="28"/>
        </w:rPr>
        <w:tab/>
      </w:r>
      <w:r w:rsidRPr="00550ADA">
        <w:rPr>
          <w:rFonts w:ascii="Arial" w:hAnsi="Arial" w:cs="Arial"/>
          <w:sz w:val="28"/>
          <w:szCs w:val="28"/>
        </w:rPr>
        <w:tab/>
      </w:r>
      <w:r w:rsidRPr="00550ADA">
        <w:rPr>
          <w:rFonts w:ascii="Arial" w:hAnsi="Arial" w:cs="Arial"/>
          <w:sz w:val="28"/>
          <w:szCs w:val="28"/>
        </w:rPr>
        <w:tab/>
      </w:r>
      <w:r w:rsidRPr="00550AD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Ю.В.Мохов</w:t>
      </w: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</w:p>
    <w:p w:rsidR="00AC560B" w:rsidRPr="00550ADA" w:rsidRDefault="00AC560B" w:rsidP="00122D5E">
      <w:pPr>
        <w:rPr>
          <w:rFonts w:ascii="Arial" w:hAnsi="Arial" w:cs="Arial"/>
          <w:sz w:val="28"/>
          <w:szCs w:val="28"/>
        </w:rPr>
      </w:pPr>
      <w:r w:rsidRPr="00550ADA">
        <w:rPr>
          <w:rFonts w:ascii="Arial" w:hAnsi="Arial" w:cs="Arial"/>
          <w:sz w:val="28"/>
          <w:szCs w:val="28"/>
        </w:rPr>
        <w:t>Секретарь заседания</w:t>
      </w:r>
      <w:r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Л.А.Коблова</w:t>
      </w:r>
    </w:p>
    <w:p w:rsidR="00AC560B" w:rsidRPr="00DF2966" w:rsidRDefault="00AC560B" w:rsidP="00122D5E">
      <w:pPr>
        <w:rPr>
          <w:sz w:val="28"/>
          <w:szCs w:val="28"/>
        </w:rPr>
      </w:pPr>
    </w:p>
    <w:p w:rsidR="00AC560B" w:rsidRPr="00141054" w:rsidRDefault="00AC560B" w:rsidP="00122D5E"/>
    <w:p w:rsidR="00AC560B" w:rsidRPr="00141054" w:rsidRDefault="00AC560B"/>
    <w:sectPr w:rsidR="00AC560B" w:rsidRPr="00141054" w:rsidSect="00DF29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62C4A"/>
    <w:multiLevelType w:val="hybridMultilevel"/>
    <w:tmpl w:val="2D0A4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05A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D5E"/>
    <w:rsid w:val="00122E8D"/>
    <w:rsid w:val="001261C3"/>
    <w:rsid w:val="00132ED8"/>
    <w:rsid w:val="0013485C"/>
    <w:rsid w:val="00140CE0"/>
    <w:rsid w:val="00141054"/>
    <w:rsid w:val="001444C0"/>
    <w:rsid w:val="00144556"/>
    <w:rsid w:val="001449FC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35A3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25963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583E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84080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0ADA"/>
    <w:rsid w:val="00553D26"/>
    <w:rsid w:val="00554433"/>
    <w:rsid w:val="00554DC7"/>
    <w:rsid w:val="0055520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0B73"/>
    <w:rsid w:val="00621050"/>
    <w:rsid w:val="00626BEC"/>
    <w:rsid w:val="0062764A"/>
    <w:rsid w:val="00627A7B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959C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60FD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664EB"/>
    <w:rsid w:val="00770CB8"/>
    <w:rsid w:val="00772A8B"/>
    <w:rsid w:val="0077356D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37440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2E78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73579"/>
    <w:rsid w:val="00985ED2"/>
    <w:rsid w:val="00986C1F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12A"/>
    <w:rsid w:val="009C535A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07A40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4763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60B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37458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971B7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A4BD3"/>
    <w:rsid w:val="00CB0AA8"/>
    <w:rsid w:val="00CB1C1E"/>
    <w:rsid w:val="00CC0FF1"/>
    <w:rsid w:val="00CC3D1F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521F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405A"/>
    <w:rsid w:val="00D2744A"/>
    <w:rsid w:val="00D27630"/>
    <w:rsid w:val="00D30214"/>
    <w:rsid w:val="00D3166E"/>
    <w:rsid w:val="00D437A9"/>
    <w:rsid w:val="00D44014"/>
    <w:rsid w:val="00D469F5"/>
    <w:rsid w:val="00D507FF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D73"/>
    <w:rsid w:val="00D75E52"/>
    <w:rsid w:val="00D81542"/>
    <w:rsid w:val="00D876F6"/>
    <w:rsid w:val="00D879C6"/>
    <w:rsid w:val="00D87AA9"/>
    <w:rsid w:val="00D95F97"/>
    <w:rsid w:val="00D96D7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D238F"/>
    <w:rsid w:val="00DE1048"/>
    <w:rsid w:val="00DE194C"/>
    <w:rsid w:val="00DE20A2"/>
    <w:rsid w:val="00DE305B"/>
    <w:rsid w:val="00DE3DD4"/>
    <w:rsid w:val="00DE4307"/>
    <w:rsid w:val="00DF15BD"/>
    <w:rsid w:val="00DF2966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12F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4F37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D5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8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195</Words>
  <Characters>1118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Ведущий Специалист</dc:creator>
  <cp:keywords/>
  <dc:description/>
  <cp:lastModifiedBy>1</cp:lastModifiedBy>
  <cp:revision>9</cp:revision>
  <cp:lastPrinted>2016-02-29T12:47:00Z</cp:lastPrinted>
  <dcterms:created xsi:type="dcterms:W3CDTF">2016-06-30T09:05:00Z</dcterms:created>
  <dcterms:modified xsi:type="dcterms:W3CDTF">2017-11-15T11:50:00Z</dcterms:modified>
</cp:coreProperties>
</file>